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1701"/>
        <w:gridCol w:w="3792"/>
      </w:tblGrid>
      <w:tr w:rsidR="00853681" w:rsidTr="00813361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853681" w:rsidRPr="00813361" w:rsidRDefault="00853681" w:rsidP="00813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361">
              <w:rPr>
                <w:rFonts w:ascii="Times New Roman" w:hAnsi="Times New Roman"/>
                <w:b/>
                <w:sz w:val="20"/>
                <w:szCs w:val="20"/>
              </w:rPr>
              <w:t>Администрация</w:t>
            </w:r>
          </w:p>
          <w:p w:rsidR="00853681" w:rsidRPr="00813361" w:rsidRDefault="00853681" w:rsidP="008133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361">
              <w:rPr>
                <w:rFonts w:ascii="Times New Roman" w:hAnsi="Times New Roman"/>
                <w:b/>
                <w:sz w:val="20"/>
                <w:szCs w:val="20"/>
              </w:rPr>
              <w:t>сельского поселения «Вотча»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53681" w:rsidRPr="00813361" w:rsidRDefault="00853681" w:rsidP="008133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361">
              <w:rPr>
                <w:rFonts w:ascii="Times New Roman" w:hAnsi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5pt;visibility:visible">
                  <v:imagedata r:id="rId7" o:title=""/>
                </v:shape>
              </w:pic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853681" w:rsidRPr="00813361" w:rsidRDefault="00853681" w:rsidP="00813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361">
              <w:rPr>
                <w:rFonts w:ascii="Times New Roman" w:hAnsi="Times New Roman"/>
                <w:b/>
                <w:sz w:val="20"/>
                <w:szCs w:val="20"/>
              </w:rPr>
              <w:t xml:space="preserve">«Волся» сикт </w:t>
            </w:r>
          </w:p>
          <w:p w:rsidR="00853681" w:rsidRPr="00813361" w:rsidRDefault="00853681" w:rsidP="008133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361">
              <w:rPr>
                <w:rFonts w:ascii="Times New Roman" w:hAnsi="Times New Roman"/>
                <w:b/>
                <w:sz w:val="20"/>
                <w:szCs w:val="20"/>
              </w:rPr>
              <w:t>овмőдчőминса администрация</w:t>
            </w:r>
          </w:p>
        </w:tc>
      </w:tr>
      <w:tr w:rsidR="00853681" w:rsidTr="00813361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853681" w:rsidRPr="00813361" w:rsidRDefault="00853681" w:rsidP="0081336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53681" w:rsidRPr="00813361" w:rsidRDefault="00853681" w:rsidP="0081336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853681" w:rsidRPr="00813361" w:rsidRDefault="00853681" w:rsidP="0081336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3681" w:rsidRPr="00706CC6" w:rsidRDefault="00853681" w:rsidP="002C1429">
      <w:pPr>
        <w:spacing w:line="240" w:lineRule="auto"/>
        <w:rPr>
          <w:sz w:val="20"/>
          <w:szCs w:val="20"/>
        </w:rPr>
      </w:pPr>
    </w:p>
    <w:p w:rsidR="00853681" w:rsidRDefault="00853681" w:rsidP="00821B78">
      <w:pPr>
        <w:pStyle w:val="ListParagraph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53681" w:rsidRDefault="00853681" w:rsidP="00821B78">
      <w:pPr>
        <w:pStyle w:val="ListParagraph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ШУÖМ</w:t>
      </w:r>
    </w:p>
    <w:p w:rsidR="00853681" w:rsidRPr="002C1429" w:rsidRDefault="00853681" w:rsidP="00821B78">
      <w:pPr>
        <w:pStyle w:val="ListParagraph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C1429">
        <w:rPr>
          <w:rFonts w:ascii="Times New Roman" w:hAnsi="Times New Roman"/>
          <w:sz w:val="28"/>
          <w:szCs w:val="28"/>
          <w:u w:val="single"/>
        </w:rPr>
        <w:t>от 20 мая 2014г</w:t>
      </w:r>
      <w:r w:rsidRPr="002C1429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C1429">
        <w:rPr>
          <w:rFonts w:ascii="Times New Roman" w:hAnsi="Times New Roman"/>
          <w:sz w:val="28"/>
          <w:szCs w:val="28"/>
        </w:rPr>
        <w:t xml:space="preserve"> №  5/16</w:t>
      </w:r>
    </w:p>
    <w:p w:rsidR="00853681" w:rsidRDefault="00853681" w:rsidP="00821B78">
      <w:pPr>
        <w:pStyle w:val="ListParagraph"/>
        <w:ind w:left="0"/>
        <w:rPr>
          <w:rFonts w:ascii="Times New Roman" w:hAnsi="Times New Roman"/>
          <w:sz w:val="20"/>
          <w:szCs w:val="20"/>
        </w:rPr>
      </w:pPr>
      <w:r w:rsidRPr="008662B1">
        <w:rPr>
          <w:rFonts w:ascii="Times New Roman" w:hAnsi="Times New Roman"/>
          <w:sz w:val="20"/>
          <w:szCs w:val="20"/>
        </w:rPr>
        <w:t>с.Вотча Республика Коми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4"/>
      </w:tblGrid>
      <w:tr w:rsidR="00853681" w:rsidTr="00813361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53681" w:rsidRPr="00813361" w:rsidRDefault="00853681" w:rsidP="008133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361">
              <w:rPr>
                <w:rFonts w:ascii="Times New Roman" w:hAnsi="Times New Roman"/>
                <w:sz w:val="28"/>
                <w:szCs w:val="28"/>
              </w:rPr>
              <w:t xml:space="preserve">Об утверждении схемы водоснабжения и водоотведения муниципального образования сельского поселения «Вотча» </w:t>
            </w:r>
          </w:p>
          <w:p w:rsidR="00853681" w:rsidRPr="00813361" w:rsidRDefault="00853681" w:rsidP="008133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53681" w:rsidRPr="00813361" w:rsidRDefault="00853681" w:rsidP="0081336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3681" w:rsidRPr="00821B78" w:rsidRDefault="00853681" w:rsidP="00821B78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853681" w:rsidRPr="002C1429" w:rsidRDefault="00853681" w:rsidP="002C1429">
      <w:pPr>
        <w:shd w:val="clear" w:color="auto" w:fill="FFFFFF"/>
        <w:spacing w:line="360" w:lineRule="auto"/>
        <w:ind w:right="67" w:firstLine="567"/>
        <w:jc w:val="both"/>
        <w:rPr>
          <w:rFonts w:ascii="Times New Roman" w:hAnsi="Times New Roman"/>
          <w:sz w:val="28"/>
          <w:szCs w:val="28"/>
        </w:rPr>
      </w:pPr>
      <w:r w:rsidRPr="002C1429">
        <w:rPr>
          <w:rFonts w:ascii="Times New Roman" w:hAnsi="Times New Roman"/>
          <w:sz w:val="28"/>
          <w:szCs w:val="28"/>
        </w:rPr>
        <w:t>В соответствии с Федеральным законом  от 07.12.2011 года № 416-ФЗ «О водоснаб</w:t>
      </w:r>
      <w:r>
        <w:rPr>
          <w:rFonts w:ascii="Times New Roman" w:hAnsi="Times New Roman"/>
          <w:sz w:val="28"/>
          <w:szCs w:val="28"/>
        </w:rPr>
        <w:t>жении и водоотведении», с</w:t>
      </w:r>
      <w:r w:rsidRPr="002C1429">
        <w:rPr>
          <w:rFonts w:ascii="Times New Roman" w:hAnsi="Times New Roman"/>
          <w:sz w:val="28"/>
          <w:szCs w:val="28"/>
        </w:rPr>
        <w:t xml:space="preserve"> постановлением Правительства РФ от </w:t>
      </w:r>
      <w:r>
        <w:rPr>
          <w:rFonts w:ascii="Times New Roman" w:hAnsi="Times New Roman"/>
          <w:sz w:val="28"/>
          <w:szCs w:val="28"/>
        </w:rPr>
        <w:t>0</w:t>
      </w:r>
      <w:r w:rsidRPr="002C1429">
        <w:rPr>
          <w:rFonts w:ascii="Times New Roman" w:hAnsi="Times New Roman"/>
          <w:sz w:val="28"/>
          <w:szCs w:val="28"/>
        </w:rPr>
        <w:t>5.09.</w:t>
      </w:r>
      <w:r>
        <w:rPr>
          <w:rFonts w:ascii="Times New Roman" w:hAnsi="Times New Roman"/>
          <w:sz w:val="28"/>
          <w:szCs w:val="28"/>
        </w:rPr>
        <w:t>20</w:t>
      </w:r>
      <w:r w:rsidRPr="002C1429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2C142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1429">
        <w:rPr>
          <w:rFonts w:ascii="Times New Roman" w:hAnsi="Times New Roman"/>
          <w:sz w:val="28"/>
          <w:szCs w:val="28"/>
        </w:rPr>
        <w:t>782</w:t>
      </w:r>
      <w:r>
        <w:rPr>
          <w:rFonts w:ascii="Times New Roman" w:hAnsi="Times New Roman"/>
          <w:sz w:val="28"/>
          <w:szCs w:val="28"/>
        </w:rPr>
        <w:t xml:space="preserve"> «О схемах водоснабжения и водоотведения»</w:t>
      </w:r>
      <w:r w:rsidRPr="002C1429">
        <w:rPr>
          <w:rFonts w:ascii="Times New Roman" w:hAnsi="Times New Roman"/>
          <w:sz w:val="28"/>
          <w:szCs w:val="28"/>
        </w:rPr>
        <w:t>, Уставом муниципального образования сельского поселения «Вотча»,</w:t>
      </w:r>
    </w:p>
    <w:p w:rsidR="00853681" w:rsidRDefault="00853681" w:rsidP="00821B7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«Вотча» ПОСТАНОВЛЯЕТ:</w:t>
      </w:r>
    </w:p>
    <w:p w:rsidR="00853681" w:rsidRDefault="00853681" w:rsidP="00821B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схему  водоснабжения и водоотведения муниципального образования  сельского поселения «Вотча», согласно приложению №1.</w:t>
      </w:r>
    </w:p>
    <w:p w:rsidR="00853681" w:rsidRDefault="00853681" w:rsidP="00821B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после обнародования  на информационных стендах поселения.</w:t>
      </w:r>
    </w:p>
    <w:p w:rsidR="00853681" w:rsidRDefault="00853681" w:rsidP="00821B78">
      <w:pPr>
        <w:jc w:val="both"/>
        <w:rPr>
          <w:rFonts w:ascii="Times New Roman" w:hAnsi="Times New Roman"/>
          <w:sz w:val="28"/>
          <w:szCs w:val="28"/>
        </w:rPr>
      </w:pPr>
    </w:p>
    <w:p w:rsidR="00853681" w:rsidRDefault="00853681" w:rsidP="00821B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«Вотча»                                           Е.А. Старцева</w:t>
      </w:r>
    </w:p>
    <w:p w:rsidR="00853681" w:rsidRDefault="00853681" w:rsidP="00821B78">
      <w:pPr>
        <w:jc w:val="both"/>
        <w:rPr>
          <w:rFonts w:ascii="Times New Roman" w:hAnsi="Times New Roman"/>
          <w:sz w:val="28"/>
          <w:szCs w:val="28"/>
        </w:rPr>
      </w:pPr>
    </w:p>
    <w:p w:rsidR="00853681" w:rsidRDefault="00853681" w:rsidP="00821B78">
      <w:pPr>
        <w:jc w:val="both"/>
        <w:rPr>
          <w:rFonts w:ascii="Times New Roman" w:hAnsi="Times New Roman"/>
          <w:sz w:val="28"/>
          <w:szCs w:val="28"/>
        </w:rPr>
      </w:pPr>
    </w:p>
    <w:p w:rsidR="00853681" w:rsidRDefault="00853681" w:rsidP="00821B78">
      <w:pPr>
        <w:jc w:val="both"/>
        <w:rPr>
          <w:rFonts w:ascii="Times New Roman" w:hAnsi="Times New Roman"/>
          <w:sz w:val="28"/>
          <w:szCs w:val="28"/>
        </w:rPr>
      </w:pPr>
    </w:p>
    <w:p w:rsidR="00853681" w:rsidRDefault="00853681" w:rsidP="00821B78">
      <w:pPr>
        <w:jc w:val="both"/>
        <w:rPr>
          <w:rFonts w:ascii="Times New Roman" w:hAnsi="Times New Roman"/>
          <w:sz w:val="28"/>
          <w:szCs w:val="28"/>
        </w:rPr>
      </w:pPr>
    </w:p>
    <w:sectPr w:rsidR="00853681" w:rsidSect="009B05C1">
      <w:pgSz w:w="11906" w:h="16838" w:code="9"/>
      <w:pgMar w:top="1134" w:right="1134" w:bottom="1134" w:left="1701" w:header="510" w:footer="691" w:gutter="0"/>
      <w:cols w:space="708"/>
      <w:titlePg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681" w:rsidRDefault="00853681" w:rsidP="00980FF9">
      <w:pPr>
        <w:spacing w:after="0" w:line="240" w:lineRule="auto"/>
      </w:pPr>
      <w:r>
        <w:separator/>
      </w:r>
    </w:p>
  </w:endnote>
  <w:endnote w:type="continuationSeparator" w:id="0">
    <w:p w:rsidR="00853681" w:rsidRDefault="00853681" w:rsidP="0098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altName w:val="Arial Unicode MS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681" w:rsidRDefault="00853681" w:rsidP="00980FF9">
      <w:pPr>
        <w:spacing w:after="0" w:line="240" w:lineRule="auto"/>
      </w:pPr>
      <w:r>
        <w:separator/>
      </w:r>
    </w:p>
  </w:footnote>
  <w:footnote w:type="continuationSeparator" w:id="0">
    <w:p w:rsidR="00853681" w:rsidRDefault="00853681" w:rsidP="00980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1CA"/>
    <w:multiLevelType w:val="multilevel"/>
    <w:tmpl w:val="39189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699B3254"/>
    <w:multiLevelType w:val="multilevel"/>
    <w:tmpl w:val="F698DD5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B78"/>
    <w:rsid w:val="0002375B"/>
    <w:rsid w:val="000B4745"/>
    <w:rsid w:val="000B53AB"/>
    <w:rsid w:val="000E4397"/>
    <w:rsid w:val="00116B96"/>
    <w:rsid w:val="00123EE8"/>
    <w:rsid w:val="001B6EE2"/>
    <w:rsid w:val="00202B08"/>
    <w:rsid w:val="00210F59"/>
    <w:rsid w:val="00270200"/>
    <w:rsid w:val="0027245B"/>
    <w:rsid w:val="002C1429"/>
    <w:rsid w:val="003164F4"/>
    <w:rsid w:val="00332251"/>
    <w:rsid w:val="00350454"/>
    <w:rsid w:val="003705CA"/>
    <w:rsid w:val="003B53AC"/>
    <w:rsid w:val="003D6D83"/>
    <w:rsid w:val="004426A5"/>
    <w:rsid w:val="00452EF9"/>
    <w:rsid w:val="00454EDC"/>
    <w:rsid w:val="004630F2"/>
    <w:rsid w:val="0053088B"/>
    <w:rsid w:val="0053571D"/>
    <w:rsid w:val="00583CC3"/>
    <w:rsid w:val="005E0A4C"/>
    <w:rsid w:val="005F24B7"/>
    <w:rsid w:val="00675085"/>
    <w:rsid w:val="00706CC6"/>
    <w:rsid w:val="007176A5"/>
    <w:rsid w:val="007B2FD1"/>
    <w:rsid w:val="007B4A92"/>
    <w:rsid w:val="007C4A9F"/>
    <w:rsid w:val="007D79D9"/>
    <w:rsid w:val="00813361"/>
    <w:rsid w:val="0081522B"/>
    <w:rsid w:val="00821B78"/>
    <w:rsid w:val="00834F2E"/>
    <w:rsid w:val="00853681"/>
    <w:rsid w:val="0086609C"/>
    <w:rsid w:val="008662B1"/>
    <w:rsid w:val="008B4CBF"/>
    <w:rsid w:val="00950ADC"/>
    <w:rsid w:val="00980FF9"/>
    <w:rsid w:val="00993DA9"/>
    <w:rsid w:val="009B05C1"/>
    <w:rsid w:val="009F400C"/>
    <w:rsid w:val="00A52AAE"/>
    <w:rsid w:val="00A55BF7"/>
    <w:rsid w:val="00AA1E93"/>
    <w:rsid w:val="00B20490"/>
    <w:rsid w:val="00B26D1B"/>
    <w:rsid w:val="00B5733E"/>
    <w:rsid w:val="00B64CB1"/>
    <w:rsid w:val="00BF1E6D"/>
    <w:rsid w:val="00C84DB1"/>
    <w:rsid w:val="00CB0D2D"/>
    <w:rsid w:val="00CE4524"/>
    <w:rsid w:val="00D141DD"/>
    <w:rsid w:val="00DA00E3"/>
    <w:rsid w:val="00DD4259"/>
    <w:rsid w:val="00DF4678"/>
    <w:rsid w:val="00E52FEF"/>
    <w:rsid w:val="00E62093"/>
    <w:rsid w:val="00E7203D"/>
    <w:rsid w:val="00F02E2B"/>
    <w:rsid w:val="00F0608D"/>
    <w:rsid w:val="00F14E52"/>
    <w:rsid w:val="00F26C75"/>
    <w:rsid w:val="00F62765"/>
    <w:rsid w:val="00FA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B78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0F59"/>
    <w:pPr>
      <w:keepNext/>
      <w:keepLines/>
      <w:pageBreakBefore/>
      <w:pBdr>
        <w:top w:val="single" w:sz="48" w:space="3" w:color="FFFFFF"/>
        <w:left w:val="single" w:sz="6" w:space="3" w:color="FFFFFF"/>
        <w:bottom w:val="single" w:sz="6" w:space="3" w:color="FFFFFF"/>
      </w:pBdr>
      <w:tabs>
        <w:tab w:val="num" w:pos="720"/>
      </w:tabs>
      <w:adjustRightInd w:val="0"/>
      <w:spacing w:before="120" w:after="120" w:line="240" w:lineRule="atLeast"/>
      <w:ind w:left="720" w:hanging="720"/>
      <w:jc w:val="both"/>
      <w:textAlignment w:val="baseline"/>
      <w:outlineLvl w:val="0"/>
    </w:pPr>
    <w:rPr>
      <w:rFonts w:ascii="Arial Black" w:eastAsia="Microsoft YaHei" w:hAnsi="Arial Black"/>
      <w:caps/>
      <w:spacing w:val="-8"/>
      <w:kern w:val="20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0F59"/>
    <w:pPr>
      <w:widowControl w:val="0"/>
      <w:tabs>
        <w:tab w:val="num" w:pos="1440"/>
      </w:tabs>
      <w:suppressAutoHyphens/>
      <w:spacing w:before="240" w:after="120" w:line="240" w:lineRule="auto"/>
      <w:ind w:left="1514" w:hanging="567"/>
      <w:jc w:val="both"/>
      <w:textAlignment w:val="baseline"/>
      <w:outlineLvl w:val="1"/>
    </w:pPr>
    <w:rPr>
      <w:rFonts w:ascii="Arial Black" w:eastAsia="Microsoft YaHei" w:hAnsi="Arial Black"/>
      <w:spacing w:val="-1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0F59"/>
    <w:pPr>
      <w:widowControl w:val="0"/>
      <w:tabs>
        <w:tab w:val="num" w:pos="2160"/>
      </w:tabs>
      <w:adjustRightInd w:val="0"/>
      <w:spacing w:before="240" w:after="120" w:line="240" w:lineRule="atLeast"/>
      <w:ind w:left="1639" w:hanging="567"/>
      <w:jc w:val="both"/>
      <w:textAlignment w:val="baseline"/>
      <w:outlineLvl w:val="2"/>
    </w:pPr>
    <w:rPr>
      <w:rFonts w:ascii="Arial" w:eastAsia="Microsoft YaHei" w:hAnsi="Arial"/>
      <w:b/>
      <w:spacing w:val="-10"/>
      <w:kern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0F59"/>
    <w:rPr>
      <w:rFonts w:ascii="Arial Black" w:eastAsia="Microsoft YaHei" w:hAnsi="Arial Black" w:cs="Times New Roman"/>
      <w:caps/>
      <w:spacing w:val="-8"/>
      <w:kern w:val="2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10F59"/>
    <w:rPr>
      <w:rFonts w:ascii="Arial Black" w:eastAsia="Microsoft YaHei" w:hAnsi="Arial Black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10F59"/>
    <w:rPr>
      <w:rFonts w:ascii="Arial" w:eastAsia="Microsoft YaHei" w:hAnsi="Arial" w:cs="Times New Roman"/>
      <w:b/>
      <w:spacing w:val="-10"/>
      <w:kern w:val="28"/>
    </w:rPr>
  </w:style>
  <w:style w:type="paragraph" w:styleId="ListParagraph">
    <w:name w:val="List Paragraph"/>
    <w:basedOn w:val="Normal"/>
    <w:uiPriority w:val="99"/>
    <w:qFormat/>
    <w:rsid w:val="00821B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21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1B78"/>
    <w:rPr>
      <w:rFonts w:ascii="Tahoma" w:hAnsi="Tahoma" w:cs="Tahoma"/>
      <w:sz w:val="16"/>
      <w:szCs w:val="16"/>
      <w:lang w:eastAsia="ru-RU"/>
    </w:rPr>
  </w:style>
  <w:style w:type="paragraph" w:customStyle="1" w:styleId="1">
    <w:name w:val="Для таблицы (приложения 1)"/>
    <w:basedOn w:val="Normal"/>
    <w:uiPriority w:val="99"/>
    <w:rsid w:val="00210F59"/>
    <w:pPr>
      <w:widowControl w:val="0"/>
      <w:adjustRightInd w:val="0"/>
      <w:spacing w:after="0" w:line="240" w:lineRule="atLeast"/>
      <w:textAlignment w:val="baseline"/>
    </w:pPr>
    <w:rPr>
      <w:rFonts w:ascii="Arial" w:hAnsi="Arial"/>
      <w:bCs/>
      <w:color w:val="000000"/>
      <w:spacing w:val="-5"/>
      <w:sz w:val="1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210F59"/>
    <w:pPr>
      <w:keepNext/>
      <w:keepLines/>
      <w:widowControl w:val="0"/>
      <w:adjustRightInd w:val="0"/>
      <w:spacing w:before="220" w:after="60" w:line="240" w:lineRule="auto"/>
      <w:jc w:val="center"/>
      <w:textAlignment w:val="baseline"/>
    </w:pPr>
    <w:rPr>
      <w:rFonts w:ascii="Arial" w:eastAsia="Microsoft YaHei" w:hAnsi="Arial"/>
      <w:b/>
      <w:caps/>
      <w:spacing w:val="-30"/>
      <w:kern w:val="28"/>
      <w:sz w:val="32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10F59"/>
    <w:rPr>
      <w:rFonts w:ascii="Arial" w:eastAsia="Microsoft YaHei" w:hAnsi="Arial" w:cs="Times New Roman"/>
      <w:b/>
      <w:caps/>
      <w:spacing w:val="-30"/>
      <w:kern w:val="28"/>
      <w:sz w:val="28"/>
      <w:szCs w:val="28"/>
    </w:rPr>
  </w:style>
  <w:style w:type="paragraph" w:styleId="List">
    <w:name w:val="List"/>
    <w:basedOn w:val="Normal"/>
    <w:link w:val="ListChar"/>
    <w:uiPriority w:val="99"/>
    <w:rsid w:val="00210F59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Arial" w:eastAsia="Microsoft YaHei" w:hAnsi="Arial"/>
      <w:spacing w:val="-5"/>
      <w:sz w:val="20"/>
      <w:lang w:eastAsia="en-US"/>
    </w:rPr>
  </w:style>
  <w:style w:type="character" w:customStyle="1" w:styleId="ListChar">
    <w:name w:val="List Char"/>
    <w:basedOn w:val="DefaultParagraphFont"/>
    <w:link w:val="List"/>
    <w:uiPriority w:val="99"/>
    <w:locked/>
    <w:rsid w:val="00210F59"/>
    <w:rPr>
      <w:rFonts w:ascii="Arial" w:eastAsia="Microsoft YaHei" w:hAnsi="Arial" w:cs="Times New Roman"/>
      <w:spacing w:val="-5"/>
      <w:sz w:val="20"/>
    </w:rPr>
  </w:style>
  <w:style w:type="character" w:styleId="PageNumber">
    <w:name w:val="page number"/>
    <w:basedOn w:val="DefaultParagraphFont"/>
    <w:uiPriority w:val="99"/>
    <w:rsid w:val="00210F59"/>
    <w:rPr>
      <w:rFonts w:ascii="Arial Black" w:hAnsi="Arial Black" w:cs="Times New Roman"/>
      <w:spacing w:val="-10"/>
      <w:sz w:val="18"/>
    </w:rPr>
  </w:style>
  <w:style w:type="character" w:styleId="Emphasis">
    <w:name w:val="Emphasis"/>
    <w:basedOn w:val="DefaultParagraphFont"/>
    <w:uiPriority w:val="99"/>
    <w:qFormat/>
    <w:rsid w:val="00210F59"/>
    <w:rPr>
      <w:rFonts w:ascii="Arial Black" w:hAnsi="Arial Black" w:cs="Times New Roman"/>
      <w:spacing w:val="-4"/>
      <w:sz w:val="18"/>
    </w:rPr>
  </w:style>
  <w:style w:type="paragraph" w:styleId="NormalWeb">
    <w:name w:val="Normal (Web)"/>
    <w:basedOn w:val="Normal"/>
    <w:uiPriority w:val="99"/>
    <w:rsid w:val="00210F59"/>
    <w:pPr>
      <w:spacing w:before="100" w:beforeAutospacing="1" w:after="100" w:afterAutospacing="1" w:line="240" w:lineRule="auto"/>
    </w:pPr>
    <w:rPr>
      <w:rFonts w:ascii="Tahoma" w:hAnsi="Tahoma" w:cs="Tahoma"/>
      <w:color w:val="636363"/>
      <w:sz w:val="17"/>
      <w:szCs w:val="17"/>
    </w:rPr>
  </w:style>
  <w:style w:type="table" w:styleId="TableGrid">
    <w:name w:val="Table Grid"/>
    <w:basedOn w:val="TableNormal"/>
    <w:uiPriority w:val="99"/>
    <w:locked/>
    <w:rsid w:val="002C1429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</Pages>
  <Words>149</Words>
  <Characters>855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WORK</cp:lastModifiedBy>
  <cp:revision>22</cp:revision>
  <cp:lastPrinted>2014-06-05T12:08:00Z</cp:lastPrinted>
  <dcterms:created xsi:type="dcterms:W3CDTF">2003-06-05T21:04:00Z</dcterms:created>
  <dcterms:modified xsi:type="dcterms:W3CDTF">2014-06-05T12:09:00Z</dcterms:modified>
</cp:coreProperties>
</file>